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8C0905" w14:textId="169726D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3025F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3025F">
        <w:rPr>
          <w:rFonts w:ascii="Corbel" w:hAnsi="Corbel"/>
          <w:bCs/>
          <w:i/>
        </w:rPr>
        <w:t>23</w:t>
      </w:r>
    </w:p>
    <w:p w14:paraId="1C42D49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AE37608" w14:textId="7B706670" w:rsidR="0085747A" w:rsidRPr="009C54AE" w:rsidRDefault="0071620A" w:rsidP="00AA53B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AA53BE">
        <w:rPr>
          <w:rFonts w:ascii="Corbel" w:hAnsi="Corbel"/>
          <w:i/>
          <w:smallCaps/>
          <w:sz w:val="24"/>
          <w:szCs w:val="24"/>
        </w:rPr>
        <w:t>202</w:t>
      </w:r>
      <w:r w:rsidR="00C423E9">
        <w:rPr>
          <w:rFonts w:ascii="Corbel" w:hAnsi="Corbel"/>
          <w:i/>
          <w:smallCaps/>
          <w:sz w:val="24"/>
          <w:szCs w:val="24"/>
        </w:rPr>
        <w:t>3</w:t>
      </w:r>
      <w:r w:rsidR="00AA53BE">
        <w:rPr>
          <w:rFonts w:ascii="Corbel" w:hAnsi="Corbel"/>
          <w:i/>
          <w:smallCaps/>
          <w:sz w:val="24"/>
          <w:szCs w:val="24"/>
        </w:rPr>
        <w:t>-202</w:t>
      </w:r>
      <w:r w:rsidR="00C423E9">
        <w:rPr>
          <w:rFonts w:ascii="Corbel" w:hAnsi="Corbel"/>
          <w:i/>
          <w:smallCaps/>
          <w:sz w:val="24"/>
          <w:szCs w:val="24"/>
        </w:rPr>
        <w:t>6</w:t>
      </w:r>
    </w:p>
    <w:p w14:paraId="1333F96F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BF4D9B6" w14:textId="3082220C" w:rsidR="00445970" w:rsidRPr="00AA53BE" w:rsidRDefault="00445970" w:rsidP="00AA53BE">
      <w:pPr>
        <w:spacing w:after="0" w:line="240" w:lineRule="exact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A53BE">
        <w:rPr>
          <w:rFonts w:ascii="Corbel" w:hAnsi="Corbel"/>
          <w:i/>
          <w:smallCaps/>
          <w:sz w:val="24"/>
          <w:szCs w:val="24"/>
        </w:rPr>
        <w:t>202</w:t>
      </w:r>
      <w:r w:rsidR="00C423E9">
        <w:rPr>
          <w:rFonts w:ascii="Corbel" w:hAnsi="Corbel"/>
          <w:i/>
          <w:smallCaps/>
          <w:sz w:val="24"/>
          <w:szCs w:val="24"/>
        </w:rPr>
        <w:t>5</w:t>
      </w:r>
      <w:r w:rsidR="00AA53BE">
        <w:rPr>
          <w:rFonts w:ascii="Corbel" w:hAnsi="Corbel"/>
          <w:i/>
          <w:smallCaps/>
          <w:sz w:val="24"/>
          <w:szCs w:val="24"/>
        </w:rPr>
        <w:t>-202</w:t>
      </w:r>
      <w:r w:rsidR="00C423E9">
        <w:rPr>
          <w:rFonts w:ascii="Corbel" w:hAnsi="Corbel"/>
          <w:i/>
          <w:smallCaps/>
          <w:sz w:val="24"/>
          <w:szCs w:val="24"/>
        </w:rPr>
        <w:t>6</w:t>
      </w:r>
      <w:r w:rsidR="00AA53BE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0B50F26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70711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FBE432C" w14:textId="77777777" w:rsidTr="00603626">
        <w:tc>
          <w:tcPr>
            <w:tcW w:w="2694" w:type="dxa"/>
            <w:vAlign w:val="center"/>
          </w:tcPr>
          <w:p w14:paraId="63AEB1F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FEDC57E" w14:textId="77777777" w:rsidR="0085747A" w:rsidRPr="009C54AE" w:rsidRDefault="006036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Projektowanie ścieżek edukacyjno-kulturalnych</w:t>
            </w:r>
          </w:p>
        </w:tc>
      </w:tr>
      <w:tr w:rsidR="0085747A" w:rsidRPr="009C54AE" w14:paraId="0296E91F" w14:textId="77777777" w:rsidTr="00603626">
        <w:tc>
          <w:tcPr>
            <w:tcW w:w="2694" w:type="dxa"/>
            <w:vAlign w:val="center"/>
          </w:tcPr>
          <w:p w14:paraId="6123C50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497EEC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03626" w:rsidRPr="009C54AE" w14:paraId="39029732" w14:textId="77777777" w:rsidTr="00603626">
        <w:tc>
          <w:tcPr>
            <w:tcW w:w="2694" w:type="dxa"/>
            <w:vAlign w:val="center"/>
          </w:tcPr>
          <w:p w14:paraId="727A0561" w14:textId="77777777" w:rsidR="00603626" w:rsidRPr="009C54AE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E2D4024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Kolegium Nauk Społecznych</w:t>
            </w:r>
          </w:p>
        </w:tc>
      </w:tr>
      <w:tr w:rsidR="00603626" w:rsidRPr="009C54AE" w14:paraId="32A7CFE3" w14:textId="77777777" w:rsidTr="00603626">
        <w:tc>
          <w:tcPr>
            <w:tcW w:w="2694" w:type="dxa"/>
            <w:vAlign w:val="center"/>
          </w:tcPr>
          <w:p w14:paraId="336F2524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F0B6F6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603626" w:rsidRPr="009C54AE" w14:paraId="3E8A8F64" w14:textId="77777777" w:rsidTr="00603626">
        <w:tc>
          <w:tcPr>
            <w:tcW w:w="2694" w:type="dxa"/>
            <w:vAlign w:val="center"/>
          </w:tcPr>
          <w:p w14:paraId="6ADF0D1B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A06B641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 xml:space="preserve">Pedagogika, sp. </w:t>
            </w:r>
            <w:r>
              <w:rPr>
                <w:rFonts w:ascii="Corbel" w:hAnsi="Corbel"/>
                <w:sz w:val="24"/>
                <w:szCs w:val="24"/>
              </w:rPr>
              <w:t>pedagogika medialna z animacją kultury</w:t>
            </w:r>
          </w:p>
        </w:tc>
      </w:tr>
      <w:tr w:rsidR="00603626" w:rsidRPr="009C54AE" w14:paraId="5FD23FDC" w14:textId="77777777" w:rsidTr="00603626">
        <w:tc>
          <w:tcPr>
            <w:tcW w:w="2694" w:type="dxa"/>
            <w:vAlign w:val="center"/>
          </w:tcPr>
          <w:p w14:paraId="64ABB682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A85887F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603626" w:rsidRPr="009C54AE" w14:paraId="72E3B21B" w14:textId="77777777" w:rsidTr="00603626">
        <w:tc>
          <w:tcPr>
            <w:tcW w:w="2694" w:type="dxa"/>
            <w:vAlign w:val="center"/>
          </w:tcPr>
          <w:p w14:paraId="1FE8BEF4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EF25CEC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603626" w:rsidRPr="009C54AE" w14:paraId="22680CCF" w14:textId="77777777" w:rsidTr="00603626">
        <w:tc>
          <w:tcPr>
            <w:tcW w:w="2694" w:type="dxa"/>
            <w:vAlign w:val="center"/>
          </w:tcPr>
          <w:p w14:paraId="2434B6FD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5CC115" w14:textId="6AB79FCE" w:rsidR="00603626" w:rsidRPr="00253864" w:rsidRDefault="009D1828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603626" w:rsidRPr="009C54AE" w14:paraId="3E0E0F91" w14:textId="77777777" w:rsidTr="00603626">
        <w:tc>
          <w:tcPr>
            <w:tcW w:w="2694" w:type="dxa"/>
            <w:vAlign w:val="center"/>
          </w:tcPr>
          <w:p w14:paraId="0CC0344C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A30BF2" w14:textId="77777777" w:rsidR="00603626" w:rsidRPr="00253864" w:rsidRDefault="006460D0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II semestr 5,6</w:t>
            </w:r>
          </w:p>
        </w:tc>
      </w:tr>
      <w:tr w:rsidR="00603626" w:rsidRPr="009C54AE" w14:paraId="0D866FB0" w14:textId="77777777" w:rsidTr="00603626">
        <w:tc>
          <w:tcPr>
            <w:tcW w:w="2694" w:type="dxa"/>
            <w:vAlign w:val="center"/>
          </w:tcPr>
          <w:p w14:paraId="3C78008C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B9D0A7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53864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603626" w:rsidRPr="009C54AE" w14:paraId="50918C0F" w14:textId="77777777" w:rsidTr="00603626">
        <w:tc>
          <w:tcPr>
            <w:tcW w:w="2694" w:type="dxa"/>
            <w:vAlign w:val="center"/>
          </w:tcPr>
          <w:p w14:paraId="79775E51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36A5025" w14:textId="77777777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603626" w:rsidRPr="009C54AE" w14:paraId="6FE26DAF" w14:textId="77777777" w:rsidTr="00603626">
        <w:tc>
          <w:tcPr>
            <w:tcW w:w="2694" w:type="dxa"/>
            <w:vAlign w:val="center"/>
          </w:tcPr>
          <w:p w14:paraId="7AB6F596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7F86909" w14:textId="06384E03" w:rsidR="00603626" w:rsidRPr="00253864" w:rsidRDefault="00F92343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603626" w:rsidRPr="009C54AE" w14:paraId="7F62CE48" w14:textId="77777777" w:rsidTr="00603626">
        <w:tc>
          <w:tcPr>
            <w:tcW w:w="2694" w:type="dxa"/>
            <w:vAlign w:val="center"/>
          </w:tcPr>
          <w:p w14:paraId="5C96D699" w14:textId="77777777" w:rsidR="00603626" w:rsidRPr="009C54AE" w:rsidRDefault="00603626" w:rsidP="0060362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1B38785" w14:textId="479C3915" w:rsidR="00603626" w:rsidRPr="00253864" w:rsidRDefault="00603626" w:rsidP="0060362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C909F9D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47FC7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AD1E13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B6785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B0CEC67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0245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2E347B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032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1B7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7F13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E362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63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273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4D1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873F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6C9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126CBC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EF74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00C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0983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DBB0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D16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611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1EE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EB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1B1F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D69B" w14:textId="77777777" w:rsidR="00015B8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4B6864E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47879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E720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8651B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BA75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0332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A0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4BA0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B18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9CD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00E6" w14:textId="77777777" w:rsidR="0030395F" w:rsidRPr="009C54AE" w:rsidRDefault="00B1782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EF2BFBC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B291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8E2F5D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BBC00F7" w14:textId="77777777" w:rsidR="0085747A" w:rsidRPr="009C54AE" w:rsidRDefault="00B178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7DD913" w14:textId="77777777" w:rsidR="0085747A" w:rsidRPr="009C54AE" w:rsidRDefault="00B1782C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4FD8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D2FD349" w14:textId="5F12F289" w:rsidR="009C54AE" w:rsidRDefault="00E22FBC" w:rsidP="006C093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503211">
        <w:rPr>
          <w:rFonts w:ascii="Corbel" w:hAnsi="Corbel"/>
          <w:b w:val="0"/>
          <w:szCs w:val="24"/>
        </w:rPr>
        <w:t>Egzamin</w:t>
      </w:r>
      <w:r w:rsidR="00530A12">
        <w:rPr>
          <w:rFonts w:ascii="Corbel" w:hAnsi="Corbel"/>
          <w:b w:val="0"/>
          <w:szCs w:val="24"/>
        </w:rPr>
        <w:t>,  Zaliczenie z Oceną</w:t>
      </w:r>
    </w:p>
    <w:p w14:paraId="5EC976C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DD9ED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3D4B0A" w14:textId="77777777" w:rsidTr="00745302">
        <w:tc>
          <w:tcPr>
            <w:tcW w:w="9670" w:type="dxa"/>
          </w:tcPr>
          <w:p w14:paraId="5E24221B" w14:textId="77777777" w:rsidR="0085747A" w:rsidRPr="009C54AE" w:rsidRDefault="002248A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43CCB">
              <w:rPr>
                <w:b w:val="0"/>
                <w:smallCaps w:val="0"/>
              </w:rPr>
              <w:t xml:space="preserve">Podstawowe umiejętności w zakresie </w:t>
            </w:r>
            <w:r>
              <w:rPr>
                <w:b w:val="0"/>
                <w:smallCaps w:val="0"/>
              </w:rPr>
              <w:t xml:space="preserve">technologii informacyjno-komunikacyjnych w tym umiejętność </w:t>
            </w:r>
            <w:r w:rsidRPr="00243CCB">
              <w:rPr>
                <w:b w:val="0"/>
                <w:smallCaps w:val="0"/>
              </w:rPr>
              <w:t>wykorzystania zasobów internetowych.</w:t>
            </w:r>
          </w:p>
        </w:tc>
      </w:tr>
    </w:tbl>
    <w:p w14:paraId="6974815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91F397" w14:textId="77777777" w:rsidR="0085747A" w:rsidRPr="00C05F44" w:rsidRDefault="0071620A" w:rsidP="006C0939">
      <w:pPr>
        <w:pStyle w:val="Punktygwne"/>
        <w:keepNext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3AC8AA" w14:textId="77777777" w:rsidR="0085747A" w:rsidRPr="00C05F44" w:rsidRDefault="0085747A" w:rsidP="006C0939">
      <w:pPr>
        <w:pStyle w:val="Punktygwne"/>
        <w:keepNext/>
        <w:spacing w:before="0" w:after="0"/>
        <w:rPr>
          <w:rFonts w:ascii="Corbel" w:hAnsi="Corbel"/>
          <w:szCs w:val="24"/>
        </w:rPr>
      </w:pPr>
    </w:p>
    <w:p w14:paraId="5930EF4F" w14:textId="77777777" w:rsidR="0085747A" w:rsidRDefault="0071620A" w:rsidP="006C0939">
      <w:pPr>
        <w:pStyle w:val="Podpunkty"/>
        <w:keepNext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559837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7F224D17" w14:textId="77777777" w:rsidTr="00923D7D">
        <w:tc>
          <w:tcPr>
            <w:tcW w:w="851" w:type="dxa"/>
            <w:vAlign w:val="center"/>
          </w:tcPr>
          <w:p w14:paraId="161536F0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E94C56" w14:textId="601D2FFB" w:rsidR="0085747A" w:rsidRPr="009C54AE" w:rsidRDefault="006835AE" w:rsidP="00A065B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Przekazanie wiedzy z zakresu pozyskiwania informacji o</w:t>
            </w:r>
            <w:r w:rsidR="00A065B3">
              <w:rPr>
                <w:rFonts w:ascii="Corbel" w:hAnsi="Corbel"/>
                <w:b w:val="0"/>
                <w:sz w:val="24"/>
                <w:szCs w:val="24"/>
              </w:rPr>
              <w:t xml:space="preserve"> kulturze swojego regionu,</w:t>
            </w:r>
            <w:r w:rsidR="00BF088D">
              <w:rPr>
                <w:rFonts w:ascii="Corbel" w:hAnsi="Corbel"/>
                <w:b w:val="0"/>
                <w:sz w:val="24"/>
                <w:szCs w:val="24"/>
              </w:rPr>
              <w:t xml:space="preserve"> historii </w:t>
            </w:r>
            <w:r w:rsidR="00E2562E">
              <w:rPr>
                <w:rFonts w:ascii="Corbel" w:hAnsi="Corbel"/>
                <w:b w:val="0"/>
                <w:sz w:val="24"/>
                <w:szCs w:val="24"/>
              </w:rPr>
              <w:t>lokalnej społeczności.</w:t>
            </w:r>
          </w:p>
        </w:tc>
      </w:tr>
      <w:tr w:rsidR="0085747A" w:rsidRPr="009C54AE" w14:paraId="00140050" w14:textId="77777777" w:rsidTr="00923D7D">
        <w:tc>
          <w:tcPr>
            <w:tcW w:w="851" w:type="dxa"/>
            <w:vAlign w:val="center"/>
          </w:tcPr>
          <w:p w14:paraId="61F460FE" w14:textId="77777777" w:rsidR="0085747A" w:rsidRPr="009C54AE" w:rsidRDefault="00E2562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39D101" w14:textId="2E0756FA" w:rsidR="0085747A" w:rsidRPr="009C54AE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Wskazanie powiązania</w:t>
            </w:r>
            <w:r w:rsidR="003E583F">
              <w:rPr>
                <w:rFonts w:ascii="Corbel" w:hAnsi="Corbel"/>
                <w:b w:val="0"/>
                <w:sz w:val="24"/>
                <w:szCs w:val="24"/>
              </w:rPr>
              <w:t xml:space="preserve"> aspektu pedagogicznego w obszarze kultury społeczeństwa lokalnego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2562E" w:rsidRPr="009C54AE" w14:paraId="7F4E42C1" w14:textId="77777777" w:rsidTr="00923D7D">
        <w:tc>
          <w:tcPr>
            <w:tcW w:w="851" w:type="dxa"/>
            <w:vAlign w:val="center"/>
          </w:tcPr>
          <w:p w14:paraId="1A5CB4BD" w14:textId="77777777" w:rsidR="00E2562E" w:rsidRPr="009C54AE" w:rsidRDefault="001C5B0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8E6890" w14:textId="6AA07209" w:rsidR="00E2562E" w:rsidRPr="009C54AE" w:rsidRDefault="0004044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Gromadzenie różnych form przekazu do wybranych grup docelowych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6F0D91BB" w14:textId="77777777" w:rsidTr="00923D7D">
        <w:tc>
          <w:tcPr>
            <w:tcW w:w="851" w:type="dxa"/>
            <w:vAlign w:val="center"/>
          </w:tcPr>
          <w:p w14:paraId="7863EA35" w14:textId="77777777" w:rsidR="0085747A" w:rsidRPr="009C54AE" w:rsidRDefault="001C5B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C1CFC73" w14:textId="2843AC78" w:rsidR="0085747A" w:rsidRPr="009C54AE" w:rsidRDefault="001C5B0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Selekcjonowanie i uporządkowanie informacji</w:t>
            </w:r>
            <w:r w:rsidR="008F06C1">
              <w:rPr>
                <w:rFonts w:ascii="Corbel" w:hAnsi="Corbel"/>
                <w:b w:val="0"/>
                <w:sz w:val="24"/>
                <w:szCs w:val="24"/>
              </w:rPr>
              <w:t>, faktów, danych historycznych, przedstawicieli środowiska lokalnego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E71926" w:rsidRPr="009C54AE" w14:paraId="09C22885" w14:textId="77777777" w:rsidTr="00923D7D">
        <w:tc>
          <w:tcPr>
            <w:tcW w:w="851" w:type="dxa"/>
            <w:vAlign w:val="center"/>
          </w:tcPr>
          <w:p w14:paraId="769C977C" w14:textId="77777777" w:rsidR="00E71926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C5 </w:t>
            </w:r>
          </w:p>
        </w:tc>
        <w:tc>
          <w:tcPr>
            <w:tcW w:w="8819" w:type="dxa"/>
            <w:vAlign w:val="center"/>
          </w:tcPr>
          <w:p w14:paraId="706C6741" w14:textId="473C5255" w:rsidR="00E71926" w:rsidRDefault="00E7192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Opracowanie spacerów wirtualnych z zastosowaniem nowoczesnej technologii</w:t>
            </w:r>
            <w:r w:rsidR="00AE3CC9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8992C3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411E48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83378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F0DC0C0" w14:textId="77777777" w:rsidTr="001E00E4">
        <w:tc>
          <w:tcPr>
            <w:tcW w:w="1680" w:type="dxa"/>
            <w:vAlign w:val="center"/>
          </w:tcPr>
          <w:p w14:paraId="39B26AC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CB7DA0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433B75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ACE0BE4" w14:textId="77777777" w:rsidTr="001E00E4">
        <w:tc>
          <w:tcPr>
            <w:tcW w:w="1680" w:type="dxa"/>
          </w:tcPr>
          <w:p w14:paraId="5DA8636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1FFA8EEF" w14:textId="4F080D7A" w:rsidR="0085747A" w:rsidRPr="00470C71" w:rsidRDefault="006B1A53" w:rsidP="00DC69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Omówi </w:t>
            </w:r>
            <w:r w:rsidR="00DC6912" w:rsidRPr="00470C71">
              <w:rPr>
                <w:rFonts w:ascii="Corbel" w:hAnsi="Corbel"/>
                <w:b w:val="0"/>
                <w:smallCaps w:val="0"/>
                <w:szCs w:val="24"/>
              </w:rPr>
              <w:t>założenia ścieżki edukacyjno-kulturalne</w:t>
            </w:r>
            <w:r w:rsidR="00AE3CC9" w:rsidRPr="00470C71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 w:rsidR="00DC6912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i sposoby jej realizacji</w:t>
            </w:r>
            <w:r w:rsidR="00AE3CC9" w:rsidRPr="00470C7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6A4A2DDB" w14:textId="5FD5918D" w:rsidR="0085747A" w:rsidRPr="009C54AE" w:rsidRDefault="00D1429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296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</w:tc>
      </w:tr>
      <w:tr w:rsidR="009F39EB" w:rsidRPr="009C54AE" w14:paraId="26DFAEA1" w14:textId="77777777" w:rsidTr="001E00E4">
        <w:tc>
          <w:tcPr>
            <w:tcW w:w="1680" w:type="dxa"/>
          </w:tcPr>
          <w:p w14:paraId="0D6D4B45" w14:textId="2C78C19A" w:rsidR="009F39EB" w:rsidRPr="009C54AE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34ED5575" w14:textId="65905D97" w:rsidR="009F39EB" w:rsidRPr="00470C71" w:rsidRDefault="006B1A5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Scharakteryzuje 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znaczenie wartości pedagogicznych realizowanych zadań. </w:t>
            </w:r>
          </w:p>
        </w:tc>
        <w:tc>
          <w:tcPr>
            <w:tcW w:w="1865" w:type="dxa"/>
          </w:tcPr>
          <w:p w14:paraId="0FF4369C" w14:textId="5419006F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14296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9F39EB" w:rsidRPr="009C54AE" w14:paraId="2BF6ABEB" w14:textId="77777777" w:rsidTr="001E00E4">
        <w:tc>
          <w:tcPr>
            <w:tcW w:w="1680" w:type="dxa"/>
          </w:tcPr>
          <w:p w14:paraId="6B6BF9D7" w14:textId="6976EAE3" w:rsidR="009F39EB" w:rsidRPr="009C54AE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285CADFC" w14:textId="18D85C76" w:rsidR="009F39EB" w:rsidRPr="00470C71" w:rsidRDefault="00503211" w:rsidP="00470C7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>Skonstruuje projekt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i</w:t>
            </w:r>
            <w:r w:rsidR="00470C71" w:rsidRPr="00470C71">
              <w:rPr>
                <w:rFonts w:ascii="Corbel" w:hAnsi="Corbel"/>
                <w:b w:val="0"/>
                <w:smallCaps w:val="0"/>
                <w:strike/>
                <w:szCs w:val="24"/>
              </w:rPr>
              <w:t xml:space="preserve"> </w:t>
            </w:r>
            <w:r w:rsidRPr="00470C71"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transfer</w:t>
            </w:r>
            <w:r w:rsidRPr="00470C71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wiedzy w zakresie dziedzictwa kulturowego do świata wirtualnego.</w:t>
            </w:r>
          </w:p>
        </w:tc>
        <w:tc>
          <w:tcPr>
            <w:tcW w:w="1865" w:type="dxa"/>
          </w:tcPr>
          <w:p w14:paraId="068B6036" w14:textId="1D13734E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7E1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9F39EB" w:rsidRPr="009C54AE" w14:paraId="1A897532" w14:textId="77777777" w:rsidTr="001E00E4">
        <w:tc>
          <w:tcPr>
            <w:tcW w:w="1680" w:type="dxa"/>
          </w:tcPr>
          <w:p w14:paraId="6461E80C" w14:textId="71F13917" w:rsidR="009F39EB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1B100341" w14:textId="413C9D31" w:rsidR="009F39EB" w:rsidRPr="00470C71" w:rsidRDefault="006B1A5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Wykona </w:t>
            </w:r>
            <w:r w:rsidR="009F39EB" w:rsidRPr="00470C71">
              <w:rPr>
                <w:rFonts w:ascii="Corbel" w:hAnsi="Corbel"/>
                <w:b w:val="0"/>
                <w:smallCaps w:val="0"/>
                <w:szCs w:val="24"/>
              </w:rPr>
              <w:t>ścieżkę dydaktyczną dla swojego regionu.</w:t>
            </w:r>
          </w:p>
        </w:tc>
        <w:tc>
          <w:tcPr>
            <w:tcW w:w="1865" w:type="dxa"/>
          </w:tcPr>
          <w:p w14:paraId="5059A7DC" w14:textId="59999B56" w:rsidR="009F39EB" w:rsidRPr="009C54AE" w:rsidRDefault="009F39EB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F39EB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9938D6" w:rsidRPr="009C54AE" w14:paraId="3922BF5D" w14:textId="77777777" w:rsidTr="001E00E4">
        <w:tc>
          <w:tcPr>
            <w:tcW w:w="1680" w:type="dxa"/>
          </w:tcPr>
          <w:p w14:paraId="458C5A29" w14:textId="0C491EAE" w:rsidR="009938D6" w:rsidRDefault="009938D6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5" w:type="dxa"/>
          </w:tcPr>
          <w:p w14:paraId="346BB9BA" w14:textId="5D7D84D2" w:rsidR="009938D6" w:rsidRPr="00470C71" w:rsidRDefault="00A04D8A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Weźmie udział</w:t>
            </w:r>
            <w:r w:rsidR="009938D6" w:rsidRPr="00470C71">
              <w:rPr>
                <w:rFonts w:ascii="Corbel" w:hAnsi="Corbel"/>
                <w:b w:val="0"/>
                <w:smallCaps w:val="0"/>
                <w:szCs w:val="24"/>
              </w:rPr>
              <w:t xml:space="preserve"> w działaniach popularyzujących  dziedzictwo kulturowe swojego regionu.</w:t>
            </w:r>
          </w:p>
        </w:tc>
        <w:tc>
          <w:tcPr>
            <w:tcW w:w="1865" w:type="dxa"/>
          </w:tcPr>
          <w:p w14:paraId="23C0DE74" w14:textId="1E5382E6" w:rsidR="009938D6" w:rsidRPr="009F39EB" w:rsidRDefault="003078A3" w:rsidP="009F39E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078A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2AF4A2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BD31F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A3251D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77B0DD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BD57030" w14:textId="77777777" w:rsidTr="00923D7D">
        <w:tc>
          <w:tcPr>
            <w:tcW w:w="9639" w:type="dxa"/>
          </w:tcPr>
          <w:p w14:paraId="46CE851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ACAF63" w14:textId="77777777" w:rsidTr="00923D7D">
        <w:tc>
          <w:tcPr>
            <w:tcW w:w="9639" w:type="dxa"/>
          </w:tcPr>
          <w:p w14:paraId="463DECA7" w14:textId="0C102E7D" w:rsidR="0085747A" w:rsidRPr="009C54AE" w:rsidRDefault="00503211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 wykładu</w:t>
            </w:r>
          </w:p>
        </w:tc>
      </w:tr>
      <w:tr w:rsidR="0085747A" w:rsidRPr="009C54AE" w14:paraId="7935A563" w14:textId="77777777" w:rsidTr="00923D7D">
        <w:tc>
          <w:tcPr>
            <w:tcW w:w="9639" w:type="dxa"/>
          </w:tcPr>
          <w:p w14:paraId="0BD1585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7CC63D1" w14:textId="77777777" w:rsidTr="00923D7D">
        <w:tc>
          <w:tcPr>
            <w:tcW w:w="9639" w:type="dxa"/>
          </w:tcPr>
          <w:p w14:paraId="1A16CD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71E2DC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BCF180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2D91A8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A64240" w14:textId="77777777" w:rsidTr="00923D7D">
        <w:tc>
          <w:tcPr>
            <w:tcW w:w="9639" w:type="dxa"/>
          </w:tcPr>
          <w:p w14:paraId="4DDACAE3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4E2F6146" w14:textId="77777777" w:rsidTr="00923D7D">
        <w:tc>
          <w:tcPr>
            <w:tcW w:w="9639" w:type="dxa"/>
          </w:tcPr>
          <w:p w14:paraId="4E487EA5" w14:textId="5C0DD3C1" w:rsidR="0085747A" w:rsidRPr="009C54AE" w:rsidRDefault="008E553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Kwerenda zasobów kultury lokalnego środowiska </w:t>
            </w:r>
            <w:r w:rsidR="00ED0D98">
              <w:rPr>
                <w:rFonts w:ascii="Corbel" w:hAnsi="Corbel"/>
                <w:sz w:val="24"/>
                <w:szCs w:val="24"/>
              </w:rPr>
              <w:t xml:space="preserve">(fotografie archiwalne, zabytki </w:t>
            </w:r>
            <w:r w:rsidR="00D5767E">
              <w:rPr>
                <w:rFonts w:ascii="Corbel" w:hAnsi="Corbel"/>
                <w:sz w:val="24"/>
                <w:szCs w:val="24"/>
              </w:rPr>
              <w:t>kultury, zasłużeni dla społeczeństwa …)</w:t>
            </w:r>
          </w:p>
        </w:tc>
      </w:tr>
      <w:tr w:rsidR="0085747A" w:rsidRPr="009C54AE" w14:paraId="26040FF9" w14:textId="77777777" w:rsidTr="00923D7D">
        <w:tc>
          <w:tcPr>
            <w:tcW w:w="9639" w:type="dxa"/>
          </w:tcPr>
          <w:p w14:paraId="0AB39266" w14:textId="63D43B5D" w:rsidR="0085747A" w:rsidRPr="009C54AE" w:rsidRDefault="008E553E" w:rsidP="00DF371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</w:t>
            </w:r>
            <w:r w:rsidR="00CD72CD">
              <w:rPr>
                <w:rFonts w:ascii="Corbel" w:hAnsi="Corbel"/>
                <w:sz w:val="24"/>
                <w:szCs w:val="24"/>
              </w:rPr>
              <w:t>edukacyjna spacerów wirtualnych w połączeniu</w:t>
            </w:r>
            <w:r w:rsidR="00C44728">
              <w:rPr>
                <w:rFonts w:ascii="Corbel" w:hAnsi="Corbel"/>
                <w:sz w:val="24"/>
                <w:szCs w:val="24"/>
              </w:rPr>
              <w:t xml:space="preserve"> </w:t>
            </w:r>
            <w:r w:rsidR="00503211">
              <w:rPr>
                <w:rFonts w:ascii="Corbel" w:hAnsi="Corbel"/>
                <w:sz w:val="24"/>
                <w:szCs w:val="24"/>
              </w:rPr>
              <w:t xml:space="preserve">z </w:t>
            </w:r>
            <w:r w:rsidR="00C44728">
              <w:rPr>
                <w:rFonts w:ascii="Corbel" w:hAnsi="Corbel"/>
                <w:sz w:val="24"/>
                <w:szCs w:val="24"/>
              </w:rPr>
              <w:t xml:space="preserve">aktywnym uczestnictwem </w:t>
            </w:r>
            <w:r w:rsidR="00DF371B">
              <w:rPr>
                <w:rFonts w:ascii="Corbel" w:hAnsi="Corbel"/>
                <w:sz w:val="24"/>
                <w:szCs w:val="24"/>
              </w:rPr>
              <w:t>przemierzania ścieżek dydaktycznych.</w:t>
            </w:r>
          </w:p>
        </w:tc>
      </w:tr>
      <w:tr w:rsidR="0085747A" w:rsidRPr="009C54AE" w14:paraId="75F033E0" w14:textId="77777777" w:rsidTr="00923D7D">
        <w:tc>
          <w:tcPr>
            <w:tcW w:w="9639" w:type="dxa"/>
          </w:tcPr>
          <w:p w14:paraId="04E590C9" w14:textId="77777777" w:rsidR="0085747A" w:rsidRPr="009C54AE" w:rsidRDefault="003F7372" w:rsidP="00E03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Projektowanie, wykonanie </w:t>
            </w:r>
            <w:r w:rsidR="00E03C83">
              <w:rPr>
                <w:rFonts w:ascii="Corbel" w:hAnsi="Corbel"/>
                <w:sz w:val="24"/>
                <w:szCs w:val="24"/>
              </w:rPr>
              <w:t xml:space="preserve">osadzanie multimedialnych </w:t>
            </w:r>
            <w:r>
              <w:rPr>
                <w:rFonts w:ascii="Corbel" w:hAnsi="Corbel"/>
                <w:sz w:val="24"/>
                <w:szCs w:val="24"/>
              </w:rPr>
              <w:t xml:space="preserve">materiałów </w:t>
            </w:r>
            <w:r w:rsidR="00E03C83">
              <w:rPr>
                <w:rFonts w:ascii="Corbel" w:hAnsi="Corbel"/>
                <w:sz w:val="24"/>
                <w:szCs w:val="24"/>
              </w:rPr>
              <w:t>informacyjnych w środowisku medialnym</w:t>
            </w:r>
          </w:p>
        </w:tc>
      </w:tr>
      <w:tr w:rsidR="00C30E9B" w:rsidRPr="00AB3FD6" w14:paraId="60685C5F" w14:textId="77777777" w:rsidTr="00923D7D">
        <w:tc>
          <w:tcPr>
            <w:tcW w:w="9639" w:type="dxa"/>
          </w:tcPr>
          <w:p w14:paraId="1B0315CF" w14:textId="6A2773DA" w:rsidR="00C30E9B" w:rsidRPr="00AB3FD6" w:rsidRDefault="00355C1C" w:rsidP="00E03C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B3FD6">
              <w:rPr>
                <w:rFonts w:ascii="Corbel" w:hAnsi="Corbel"/>
                <w:sz w:val="24"/>
                <w:szCs w:val="24"/>
              </w:rPr>
              <w:t xml:space="preserve">Google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Street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V</w:t>
            </w:r>
            <w:r w:rsidR="00C30E9B" w:rsidRPr="00AB3FD6">
              <w:rPr>
                <w:rFonts w:ascii="Corbel" w:hAnsi="Corbel"/>
                <w:sz w:val="24"/>
                <w:szCs w:val="24"/>
              </w:rPr>
              <w:t>iew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Pr="00AB3FD6">
              <w:rPr>
                <w:rFonts w:ascii="Corbel" w:hAnsi="Corbel"/>
                <w:sz w:val="24"/>
                <w:szCs w:val="24"/>
              </w:rPr>
              <w:t>Tourweaver</w:t>
            </w:r>
            <w:proofErr w:type="spellEnd"/>
            <w:r w:rsidRPr="00AB3FD6">
              <w:rPr>
                <w:rFonts w:ascii="Corbel" w:hAnsi="Corbel"/>
                <w:sz w:val="24"/>
                <w:szCs w:val="24"/>
              </w:rPr>
              <w:t xml:space="preserve"> – jako środowisko wirtualne </w:t>
            </w:r>
            <w:r w:rsidR="00AB3FD6" w:rsidRPr="00AB3FD6">
              <w:rPr>
                <w:rFonts w:ascii="Corbel" w:hAnsi="Corbel"/>
                <w:sz w:val="24"/>
                <w:szCs w:val="24"/>
              </w:rPr>
              <w:t xml:space="preserve">dla </w:t>
            </w:r>
            <w:r w:rsidR="00AB3FD6">
              <w:rPr>
                <w:rFonts w:ascii="Corbel" w:hAnsi="Corbel"/>
                <w:sz w:val="24"/>
                <w:szCs w:val="24"/>
              </w:rPr>
              <w:t xml:space="preserve">ścieżek </w:t>
            </w:r>
            <w:r w:rsidR="009015E2">
              <w:rPr>
                <w:rFonts w:ascii="Corbel" w:hAnsi="Corbel"/>
                <w:sz w:val="24"/>
                <w:szCs w:val="24"/>
              </w:rPr>
              <w:t>edukacyjno</w:t>
            </w:r>
            <w:r w:rsidR="00AB3FD6">
              <w:rPr>
                <w:rFonts w:ascii="Corbel" w:hAnsi="Corbel"/>
                <w:sz w:val="24"/>
                <w:szCs w:val="24"/>
              </w:rPr>
              <w:t>-kulturalnych.</w:t>
            </w:r>
          </w:p>
        </w:tc>
      </w:tr>
    </w:tbl>
    <w:p w14:paraId="1EAC8EDE" w14:textId="77777777" w:rsidR="0085747A" w:rsidRPr="00AB3FD6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F192C5" w14:textId="043D503D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F3BDB59" w14:textId="77777777" w:rsidR="0009422C" w:rsidRPr="009C54AE" w:rsidRDefault="000942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7B04DA72" w14:textId="147C06DE" w:rsidR="0009422C" w:rsidRPr="00DE5756" w:rsidRDefault="0009422C" w:rsidP="0009422C">
      <w:pPr>
        <w:pStyle w:val="Akapitzlist"/>
        <w:spacing w:after="0" w:line="240" w:lineRule="auto"/>
        <w:ind w:left="0"/>
      </w:pPr>
      <w:r w:rsidRPr="00DE5756">
        <w:t xml:space="preserve">Ćwiczenia: </w:t>
      </w:r>
      <w:r>
        <w:t xml:space="preserve">praca  w grupach, </w:t>
      </w:r>
      <w:r w:rsidRPr="00DE5756">
        <w:t>ćwiczenia z wykorzystaniem bazy informatycznej w pracowni komputerowej, wykorzystanie platformy e-learning „Moodle”</w:t>
      </w:r>
      <w:r w:rsidR="00B620D9">
        <w:t>, metoda projektów.</w:t>
      </w:r>
    </w:p>
    <w:p w14:paraId="3A986B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586939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4EC96ECC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0AC5FB4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0FE03CD5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88A72F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68974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7FCE0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F0F3FC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70E845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F7EFB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CB4583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A7E3F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CE1028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4A3015F" w14:textId="77777777" w:rsidTr="00C05F44">
        <w:tc>
          <w:tcPr>
            <w:tcW w:w="1985" w:type="dxa"/>
            <w:vAlign w:val="center"/>
          </w:tcPr>
          <w:p w14:paraId="4F2AA452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1EECF3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190E46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E97E2D8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E6499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7EAA44E2" w14:textId="77777777" w:rsidTr="00C05F44">
        <w:tc>
          <w:tcPr>
            <w:tcW w:w="1985" w:type="dxa"/>
          </w:tcPr>
          <w:p w14:paraId="2C788496" w14:textId="1C89B968" w:rsidR="0085747A" w:rsidRPr="009C54AE" w:rsidRDefault="00470C7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 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68337B3" w14:textId="5048D50C" w:rsidR="0085747A" w:rsidRPr="00982CD8" w:rsidRDefault="00723A57" w:rsidP="00723A5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prezentacja, esej</w:t>
            </w:r>
          </w:p>
        </w:tc>
        <w:tc>
          <w:tcPr>
            <w:tcW w:w="2126" w:type="dxa"/>
          </w:tcPr>
          <w:p w14:paraId="12FC9344" w14:textId="2DFBD5BD" w:rsidR="0085747A" w:rsidRPr="009C54AE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5747A" w:rsidRPr="009C54AE" w14:paraId="0A215A0B" w14:textId="77777777" w:rsidTr="00C05F44">
        <w:tc>
          <w:tcPr>
            <w:tcW w:w="1985" w:type="dxa"/>
          </w:tcPr>
          <w:p w14:paraId="652180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141CB53" w14:textId="6E5D27F5" w:rsidR="0085747A" w:rsidRPr="00982CD8" w:rsidRDefault="00723A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 zaliczeniowa</w:t>
            </w:r>
          </w:p>
        </w:tc>
        <w:tc>
          <w:tcPr>
            <w:tcW w:w="2126" w:type="dxa"/>
          </w:tcPr>
          <w:p w14:paraId="64221235" w14:textId="782064CE" w:rsidR="0085747A" w:rsidRPr="009C54AE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537255C4" w14:textId="77777777" w:rsidTr="00C05F44">
        <w:tc>
          <w:tcPr>
            <w:tcW w:w="1985" w:type="dxa"/>
          </w:tcPr>
          <w:p w14:paraId="0D8A87DB" w14:textId="26E814DE" w:rsidR="00210321" w:rsidRPr="009C54AE" w:rsidRDefault="005F63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168A889F" w14:textId="0DFF5C9A" w:rsidR="00210321" w:rsidRPr="00982CD8" w:rsidRDefault="005F63B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projekt, demonstracja wykonawstwa „</w:t>
            </w:r>
            <w:r w:rsidR="00E32B21">
              <w:rPr>
                <w:rFonts w:ascii="Corbel" w:hAnsi="Corbel"/>
                <w:b w:val="0"/>
                <w:smallCaps w:val="0"/>
                <w:szCs w:val="24"/>
              </w:rPr>
              <w:t>spacerów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wirtualnych”</w:t>
            </w:r>
          </w:p>
        </w:tc>
        <w:tc>
          <w:tcPr>
            <w:tcW w:w="2126" w:type="dxa"/>
          </w:tcPr>
          <w:p w14:paraId="5BA7E7BE" w14:textId="2F7C4F5F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36FB58EB" w14:textId="77777777" w:rsidTr="00C05F44">
        <w:tc>
          <w:tcPr>
            <w:tcW w:w="1985" w:type="dxa"/>
          </w:tcPr>
          <w:p w14:paraId="4B0DA208" w14:textId="7091DE5D" w:rsidR="00210321" w:rsidRPr="009C54AE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650DEA1D" w14:textId="1C3E3DA5" w:rsidR="00210321" w:rsidRPr="00982CD8" w:rsidRDefault="00E32B21" w:rsidP="005268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projekt, </w:t>
            </w:r>
            <w:r w:rsidR="00526822">
              <w:rPr>
                <w:rFonts w:ascii="Corbel" w:hAnsi="Corbel"/>
                <w:b w:val="0"/>
                <w:smallCaps w:val="0"/>
                <w:szCs w:val="24"/>
              </w:rPr>
              <w:t xml:space="preserve">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„spacerów wirtualnych”</w:t>
            </w:r>
          </w:p>
        </w:tc>
        <w:tc>
          <w:tcPr>
            <w:tcW w:w="2126" w:type="dxa"/>
          </w:tcPr>
          <w:p w14:paraId="61DB593D" w14:textId="61345743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210321" w:rsidRPr="009C54AE" w14:paraId="09763DAD" w14:textId="77777777" w:rsidTr="00C05F44">
        <w:tc>
          <w:tcPr>
            <w:tcW w:w="1985" w:type="dxa"/>
          </w:tcPr>
          <w:p w14:paraId="42528E73" w14:textId="3635CAE2" w:rsidR="00210321" w:rsidRPr="009C54AE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742FA23F" w14:textId="7904B536" w:rsidR="00210321" w:rsidRPr="00982CD8" w:rsidRDefault="00E32B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esej refleksy</w:t>
            </w:r>
            <w:r w:rsidR="000E3D30">
              <w:rPr>
                <w:rFonts w:ascii="Corbel" w:hAnsi="Corbel"/>
                <w:b w:val="0"/>
                <w:smallCaps w:val="0"/>
                <w:szCs w:val="24"/>
              </w:rPr>
              <w:t>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</w:t>
            </w:r>
            <w:r w:rsidR="00F779E1">
              <w:rPr>
                <w:rFonts w:ascii="Corbel" w:hAnsi="Corbel"/>
                <w:b w:val="0"/>
                <w:smallCaps w:val="0"/>
                <w:szCs w:val="24"/>
              </w:rPr>
              <w:t>, referat</w:t>
            </w:r>
          </w:p>
        </w:tc>
        <w:tc>
          <w:tcPr>
            <w:tcW w:w="2126" w:type="dxa"/>
          </w:tcPr>
          <w:p w14:paraId="62704E3C" w14:textId="24C528BA" w:rsidR="00210321" w:rsidRPr="00210321" w:rsidRDefault="0021032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1032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C8802DB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E26180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FC3527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5F9254D" w14:textId="77777777" w:rsidTr="00923D7D">
        <w:tc>
          <w:tcPr>
            <w:tcW w:w="9670" w:type="dxa"/>
          </w:tcPr>
          <w:p w14:paraId="733EF5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1629C0C" w14:textId="061F1037" w:rsidR="00923D7D" w:rsidRPr="00B37B35" w:rsidRDefault="00FF278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Wykonanie </w:t>
            </w:r>
            <w:r w:rsidR="005C55B5">
              <w:rPr>
                <w:rFonts w:ascii="Corbel" w:hAnsi="Corbel"/>
                <w:b w:val="0"/>
                <w:smallCaps w:val="0"/>
                <w:szCs w:val="24"/>
              </w:rPr>
              <w:t xml:space="preserve">za pomocą aplikacji </w:t>
            </w:r>
            <w:r w:rsidR="00B37B35">
              <w:rPr>
                <w:rFonts w:ascii="Corbel" w:hAnsi="Corbel"/>
                <w:b w:val="0"/>
                <w:smallCaps w:val="0"/>
                <w:szCs w:val="24"/>
              </w:rPr>
              <w:t xml:space="preserve">internetowej </w:t>
            </w:r>
            <w:r w:rsidR="005C55B5" w:rsidRPr="005C55B5">
              <w:rPr>
                <w:rFonts w:ascii="Corbel" w:hAnsi="Corbel"/>
                <w:b w:val="0"/>
                <w:i/>
                <w:smallCaps w:val="0"/>
                <w:szCs w:val="24"/>
              </w:rPr>
              <w:t>spaceru wirtualnego</w:t>
            </w:r>
            <w:r w:rsidR="005C55B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5C55B5" w:rsidRPr="005C55B5">
              <w:rPr>
                <w:rFonts w:ascii="Corbel" w:hAnsi="Corbel"/>
                <w:b w:val="0"/>
                <w:smallCaps w:val="0"/>
                <w:szCs w:val="24"/>
              </w:rPr>
              <w:t>po</w:t>
            </w:r>
            <w:r w:rsidR="005C55B5">
              <w:rPr>
                <w:rFonts w:ascii="Corbel" w:hAnsi="Corbel"/>
                <w:b w:val="0"/>
                <w:i/>
                <w:smallCaps w:val="0"/>
                <w:szCs w:val="24"/>
              </w:rPr>
              <w:t xml:space="preserve"> </w:t>
            </w:r>
            <w:r w:rsidR="00B37B35">
              <w:rPr>
                <w:rFonts w:ascii="Corbel" w:hAnsi="Corbel"/>
                <w:b w:val="0"/>
                <w:smallCaps w:val="0"/>
                <w:szCs w:val="24"/>
              </w:rPr>
              <w:t>regioni</w:t>
            </w:r>
            <w:r w:rsidR="00BE5D4A">
              <w:rPr>
                <w:rFonts w:ascii="Corbel" w:hAnsi="Corbel"/>
                <w:b w:val="0"/>
                <w:smallCaps w:val="0"/>
                <w:szCs w:val="24"/>
              </w:rPr>
              <w:t>e zgodnie z wyznaczonymi celami obejmującymi aspekty edukacyjno-kulturowe.</w:t>
            </w:r>
          </w:p>
          <w:p w14:paraId="4F0961C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218C72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9DD8C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191EC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597725B" w14:textId="77777777" w:rsidTr="003E1941">
        <w:tc>
          <w:tcPr>
            <w:tcW w:w="4962" w:type="dxa"/>
            <w:vAlign w:val="center"/>
          </w:tcPr>
          <w:p w14:paraId="061ADE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FE37F4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C83D650" w14:textId="77777777" w:rsidTr="00923D7D">
        <w:tc>
          <w:tcPr>
            <w:tcW w:w="4962" w:type="dxa"/>
          </w:tcPr>
          <w:p w14:paraId="7E0AEE89" w14:textId="3FBAAF92" w:rsidR="0085747A" w:rsidRPr="009C54AE" w:rsidRDefault="00C61DC5" w:rsidP="006302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46E0A0A" w14:textId="3D70D79F" w:rsidR="0085747A" w:rsidRPr="009C54AE" w:rsidRDefault="00BE5D4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9C54AE" w14:paraId="1E410477" w14:textId="77777777" w:rsidTr="00923D7D">
        <w:tc>
          <w:tcPr>
            <w:tcW w:w="4962" w:type="dxa"/>
          </w:tcPr>
          <w:p w14:paraId="38C162C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E90CC08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14:paraId="40CAC860" w14:textId="77777777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DF72A1B" w14:textId="5AF2C25B" w:rsidR="00DB23FB" w:rsidRPr="009C54AE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Egzamin</w:t>
            </w:r>
          </w:p>
        </w:tc>
        <w:tc>
          <w:tcPr>
            <w:tcW w:w="4677" w:type="dxa"/>
          </w:tcPr>
          <w:p w14:paraId="43B36370" w14:textId="77777777" w:rsidR="00C61DC5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  <w:p w14:paraId="51EBCA2D" w14:textId="5DB80AF8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889B823" w14:textId="77777777" w:rsidR="00DB23FB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174864" w14:textId="2E16FB78" w:rsidR="00DB23FB" w:rsidRPr="009C54AE" w:rsidRDefault="00DB23F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2</w:t>
            </w:r>
          </w:p>
        </w:tc>
      </w:tr>
      <w:tr w:rsidR="00C61DC5" w:rsidRPr="009C54AE" w14:paraId="094DC7CD" w14:textId="77777777" w:rsidTr="00923D7D">
        <w:tc>
          <w:tcPr>
            <w:tcW w:w="4962" w:type="dxa"/>
          </w:tcPr>
          <w:p w14:paraId="3F54FE6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3AB19A74" w14:textId="7569CE3F" w:rsidR="00C61DC5" w:rsidRPr="009C54AE" w:rsidRDefault="00C61DC5" w:rsidP="000379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napisanie referatu</w:t>
            </w:r>
            <w:r w:rsidR="000379E4">
              <w:rPr>
                <w:rFonts w:ascii="Corbel" w:hAnsi="Corbel"/>
                <w:sz w:val="24"/>
                <w:szCs w:val="24"/>
              </w:rPr>
              <w:t>, wykonanie projektu)</w:t>
            </w:r>
          </w:p>
        </w:tc>
        <w:tc>
          <w:tcPr>
            <w:tcW w:w="4677" w:type="dxa"/>
          </w:tcPr>
          <w:p w14:paraId="4A7F1B79" w14:textId="1D4AD93B" w:rsidR="00C61DC5" w:rsidRPr="009C54AE" w:rsidRDefault="004403D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43</w:t>
            </w:r>
          </w:p>
        </w:tc>
      </w:tr>
      <w:tr w:rsidR="0085747A" w:rsidRPr="009C54AE" w14:paraId="7D590978" w14:textId="77777777" w:rsidTr="00923D7D">
        <w:tc>
          <w:tcPr>
            <w:tcW w:w="4962" w:type="dxa"/>
          </w:tcPr>
          <w:p w14:paraId="07F6CAF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1D4D76C" w14:textId="19DD5A42" w:rsidR="0085747A" w:rsidRPr="009C54AE" w:rsidRDefault="00471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9F26FDB" w14:textId="77777777" w:rsidTr="00923D7D">
        <w:tc>
          <w:tcPr>
            <w:tcW w:w="4962" w:type="dxa"/>
          </w:tcPr>
          <w:p w14:paraId="5BCD4C7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DFC0FAE" w14:textId="017BC1A7" w:rsidR="0085747A" w:rsidRPr="009C54AE" w:rsidRDefault="0047181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BA294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CD96D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20124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F6A81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CB7C55A" w14:textId="77777777" w:rsidTr="0071620A">
        <w:trPr>
          <w:trHeight w:val="397"/>
        </w:trPr>
        <w:tc>
          <w:tcPr>
            <w:tcW w:w="3544" w:type="dxa"/>
          </w:tcPr>
          <w:p w14:paraId="13F5915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ED497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CBE251F" w14:textId="77777777" w:rsidTr="0071620A">
        <w:trPr>
          <w:trHeight w:val="397"/>
        </w:trPr>
        <w:tc>
          <w:tcPr>
            <w:tcW w:w="3544" w:type="dxa"/>
          </w:tcPr>
          <w:p w14:paraId="411AF6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261CB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5A2E0D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497818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34FE19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520050" w14:paraId="5CCA7B46" w14:textId="77777777" w:rsidTr="0071620A">
        <w:trPr>
          <w:trHeight w:val="397"/>
        </w:trPr>
        <w:tc>
          <w:tcPr>
            <w:tcW w:w="7513" w:type="dxa"/>
          </w:tcPr>
          <w:p w14:paraId="1A8E52B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0C6DAA7" w14:textId="63203202" w:rsidR="00021B4C" w:rsidRDefault="002F77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Garbuzik</w:t>
            </w:r>
            <w:proofErr w:type="spellEnd"/>
            <w:r w:rsidR="00CE7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Kształtowanie tożsamości w epoce nowoczesnych t</w:t>
            </w:r>
            <w:r w:rsidR="002524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CE7A6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chnologii informacyjnych (w:) </w:t>
            </w:r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Pedagogika. Zeszyty Naukowe Wyższej Szkoły </w:t>
            </w:r>
            <w:proofErr w:type="spellStart"/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Humanitas</w:t>
            </w:r>
            <w:proofErr w:type="spellEnd"/>
            <w:r w:rsidR="00393E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20/2019, s. </w:t>
            </w:r>
            <w:r w:rsidR="002524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49-58.</w:t>
            </w:r>
          </w:p>
          <w:p w14:paraId="3C2F2C3D" w14:textId="77777777" w:rsidR="00297F6D" w:rsidRDefault="00F90B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B.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>Kotowski, E-zabawy na granicy świata rzeczywistego i światów wirtualnych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 xml:space="preserve">(w:) „Zabawy i Zabawki. </w:t>
            </w:r>
            <w:proofErr w:type="spellStart"/>
            <w:r w:rsidRPr="00F92343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Studia</w:t>
            </w:r>
            <w:proofErr w:type="spellEnd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</w:t>
            </w:r>
            <w:proofErr w:type="spellStart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Antropologiczne</w:t>
            </w:r>
            <w:proofErr w:type="spellEnd"/>
            <w:r w:rsidRPr="00ED0D98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. </w:t>
            </w:r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Plays and Toys. Studies in Anthropology” </w:t>
            </w:r>
            <w:proofErr w:type="spellStart"/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Rok</w:t>
            </w:r>
            <w:proofErr w:type="spellEnd"/>
            <w:r w:rsidRPr="005509A7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 XVI, (red.) </w:t>
            </w:r>
            <w:r w:rsidRPr="005509A7">
              <w:rPr>
                <w:rFonts w:ascii="Corbel" w:hAnsi="Corbel"/>
                <w:b w:val="0"/>
                <w:smallCaps w:val="0"/>
                <w:szCs w:val="24"/>
              </w:rPr>
              <w:t xml:space="preserve">H. </w:t>
            </w:r>
            <w:proofErr w:type="spellStart"/>
            <w:r w:rsidRPr="005509A7">
              <w:rPr>
                <w:rFonts w:ascii="Corbel" w:hAnsi="Corbel"/>
                <w:b w:val="0"/>
                <w:smallCaps w:val="0"/>
                <w:szCs w:val="24"/>
              </w:rPr>
              <w:t>Mielicka-Pawłowska</w:t>
            </w:r>
            <w:proofErr w:type="spellEnd"/>
            <w:r w:rsidRPr="005509A7">
              <w:rPr>
                <w:rFonts w:ascii="Corbel" w:hAnsi="Corbel"/>
                <w:b w:val="0"/>
                <w:smallCaps w:val="0"/>
                <w:szCs w:val="24"/>
              </w:rPr>
              <w:t>, Kielce 2018, s. 95-120</w:t>
            </w:r>
            <w:r w:rsidR="00297F6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61A9C2F" w14:textId="3CC3BCCF" w:rsidR="00297F6D" w:rsidRDefault="00297F6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Jan van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Dijk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Społeczne aspekty nowych mediów, Wydawnictwo Naukowe PWN Warszawa 2010.</w:t>
            </w:r>
          </w:p>
          <w:p w14:paraId="37B60429" w14:textId="4DEFD6E2" w:rsidR="006C72AB" w:rsidRPr="00520050" w:rsidRDefault="006C72AB" w:rsidP="00297F6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EE58640" w14:textId="77777777" w:rsidTr="0071620A">
        <w:trPr>
          <w:trHeight w:val="397"/>
        </w:trPr>
        <w:tc>
          <w:tcPr>
            <w:tcW w:w="7513" w:type="dxa"/>
          </w:tcPr>
          <w:p w14:paraId="091C9606" w14:textId="2F23C345" w:rsidR="005509A7" w:rsidRDefault="0085747A" w:rsidP="00F90B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  <w:r w:rsidR="005509A7" w:rsidRPr="005509A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D431A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02D522D" w14:textId="114CF7BD" w:rsidR="00F90B54" w:rsidRPr="00F90B54" w:rsidRDefault="00297F6D" w:rsidP="00297F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Castels, Społeczeństwo sieci,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Wydawnictwo Naukowe PWN Warszawa 2007</w:t>
            </w:r>
          </w:p>
          <w:p w14:paraId="28B41064" w14:textId="3447C3BF" w:rsidR="0085747A" w:rsidRPr="009C54AE" w:rsidRDefault="00F90B54" w:rsidP="00297F6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520050">
              <w:rPr>
                <w:rFonts w:ascii="Corbel" w:hAnsi="Corbel"/>
                <w:b w:val="0"/>
                <w:smallCaps w:val="0"/>
                <w:szCs w:val="24"/>
              </w:rPr>
              <w:t xml:space="preserve">T. Austin, R. </w:t>
            </w:r>
            <w:proofErr w:type="spellStart"/>
            <w:r w:rsidRPr="00520050">
              <w:rPr>
                <w:rFonts w:ascii="Corbel" w:hAnsi="Corbel"/>
                <w:b w:val="0"/>
                <w:smallCaps w:val="0"/>
                <w:szCs w:val="24"/>
              </w:rPr>
              <w:t>Doust</w:t>
            </w:r>
            <w:proofErr w:type="spellEnd"/>
            <w:r w:rsidRPr="00520050">
              <w:rPr>
                <w:rFonts w:ascii="Corbel" w:hAnsi="Corbel"/>
                <w:b w:val="0"/>
                <w:smallCaps w:val="0"/>
                <w:szCs w:val="24"/>
              </w:rPr>
              <w:t xml:space="preserve">, Projektowanie dla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nowych mediów. Wydawnictwo Naukowe PWN Warszawa 2007</w:t>
            </w:r>
          </w:p>
        </w:tc>
      </w:tr>
    </w:tbl>
    <w:p w14:paraId="665C086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BA8E3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EE9C0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23F216" w14:textId="77777777" w:rsidR="00475D49" w:rsidRDefault="00475D49" w:rsidP="00C16ABF">
      <w:pPr>
        <w:spacing w:after="0" w:line="240" w:lineRule="auto"/>
      </w:pPr>
      <w:r>
        <w:separator/>
      </w:r>
    </w:p>
  </w:endnote>
  <w:endnote w:type="continuationSeparator" w:id="0">
    <w:p w14:paraId="7F3AD4C7" w14:textId="77777777" w:rsidR="00475D49" w:rsidRDefault="00475D4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84CFF6" w14:textId="77777777" w:rsidR="00475D49" w:rsidRDefault="00475D49" w:rsidP="00C16ABF">
      <w:pPr>
        <w:spacing w:after="0" w:line="240" w:lineRule="auto"/>
      </w:pPr>
      <w:r>
        <w:separator/>
      </w:r>
    </w:p>
  </w:footnote>
  <w:footnote w:type="continuationSeparator" w:id="0">
    <w:p w14:paraId="512655F1" w14:textId="77777777" w:rsidR="00475D49" w:rsidRDefault="00475D49" w:rsidP="00C16ABF">
      <w:pPr>
        <w:spacing w:after="0" w:line="240" w:lineRule="auto"/>
      </w:pPr>
      <w:r>
        <w:continuationSeparator/>
      </w:r>
    </w:p>
  </w:footnote>
  <w:footnote w:id="1">
    <w:p w14:paraId="1210AFD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497C0B"/>
    <w:multiLevelType w:val="hybridMultilevel"/>
    <w:tmpl w:val="17B01DE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1B4C"/>
    <w:rsid w:val="00022ECE"/>
    <w:rsid w:val="000379E4"/>
    <w:rsid w:val="0004044A"/>
    <w:rsid w:val="00042A51"/>
    <w:rsid w:val="00042D2E"/>
    <w:rsid w:val="00044C82"/>
    <w:rsid w:val="00070ED6"/>
    <w:rsid w:val="000742DC"/>
    <w:rsid w:val="00084C12"/>
    <w:rsid w:val="00090C7B"/>
    <w:rsid w:val="0009422C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278E"/>
    <w:rsid w:val="000D04B0"/>
    <w:rsid w:val="000E3D30"/>
    <w:rsid w:val="000E3E3C"/>
    <w:rsid w:val="000F1C57"/>
    <w:rsid w:val="000F5615"/>
    <w:rsid w:val="000F762A"/>
    <w:rsid w:val="00124BFF"/>
    <w:rsid w:val="0012560E"/>
    <w:rsid w:val="00127108"/>
    <w:rsid w:val="00130C02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0082"/>
    <w:rsid w:val="00192F37"/>
    <w:rsid w:val="001A1150"/>
    <w:rsid w:val="001A70D2"/>
    <w:rsid w:val="001C5B0A"/>
    <w:rsid w:val="001D3261"/>
    <w:rsid w:val="001D657B"/>
    <w:rsid w:val="001D7B54"/>
    <w:rsid w:val="001E00E4"/>
    <w:rsid w:val="001E0209"/>
    <w:rsid w:val="001F2CA2"/>
    <w:rsid w:val="00210321"/>
    <w:rsid w:val="002144C0"/>
    <w:rsid w:val="0022477D"/>
    <w:rsid w:val="002248A2"/>
    <w:rsid w:val="002278A9"/>
    <w:rsid w:val="002336F9"/>
    <w:rsid w:val="0024028F"/>
    <w:rsid w:val="00244ABC"/>
    <w:rsid w:val="00252436"/>
    <w:rsid w:val="00281FF2"/>
    <w:rsid w:val="002857DE"/>
    <w:rsid w:val="00291567"/>
    <w:rsid w:val="00297F6D"/>
    <w:rsid w:val="002A22BF"/>
    <w:rsid w:val="002A2389"/>
    <w:rsid w:val="002A4F2D"/>
    <w:rsid w:val="002A671D"/>
    <w:rsid w:val="002B4D55"/>
    <w:rsid w:val="002B5EA0"/>
    <w:rsid w:val="002B6119"/>
    <w:rsid w:val="002C1F06"/>
    <w:rsid w:val="002D3375"/>
    <w:rsid w:val="002D73D4"/>
    <w:rsid w:val="002F02A3"/>
    <w:rsid w:val="002F463E"/>
    <w:rsid w:val="002F4ABE"/>
    <w:rsid w:val="002F7761"/>
    <w:rsid w:val="003018BA"/>
    <w:rsid w:val="0030395F"/>
    <w:rsid w:val="00305C92"/>
    <w:rsid w:val="003078A3"/>
    <w:rsid w:val="003151C5"/>
    <w:rsid w:val="003343CF"/>
    <w:rsid w:val="00346FE9"/>
    <w:rsid w:val="0034759A"/>
    <w:rsid w:val="003503F6"/>
    <w:rsid w:val="003530DD"/>
    <w:rsid w:val="00355C1C"/>
    <w:rsid w:val="00363F78"/>
    <w:rsid w:val="00393E8A"/>
    <w:rsid w:val="003A0A5B"/>
    <w:rsid w:val="003A1176"/>
    <w:rsid w:val="003C0BAE"/>
    <w:rsid w:val="003D18A9"/>
    <w:rsid w:val="003D6CE2"/>
    <w:rsid w:val="003E1941"/>
    <w:rsid w:val="003E2FE6"/>
    <w:rsid w:val="003E49D5"/>
    <w:rsid w:val="003E583F"/>
    <w:rsid w:val="003F205D"/>
    <w:rsid w:val="003F38C0"/>
    <w:rsid w:val="003F7372"/>
    <w:rsid w:val="00414E3C"/>
    <w:rsid w:val="0042244A"/>
    <w:rsid w:val="0042745A"/>
    <w:rsid w:val="00431D5C"/>
    <w:rsid w:val="004362C6"/>
    <w:rsid w:val="0043661C"/>
    <w:rsid w:val="00437FA2"/>
    <w:rsid w:val="004403D8"/>
    <w:rsid w:val="0044368F"/>
    <w:rsid w:val="00445970"/>
    <w:rsid w:val="00461EFC"/>
    <w:rsid w:val="00461FD9"/>
    <w:rsid w:val="004652C2"/>
    <w:rsid w:val="004706D1"/>
    <w:rsid w:val="00470C71"/>
    <w:rsid w:val="00471326"/>
    <w:rsid w:val="00471811"/>
    <w:rsid w:val="0047598D"/>
    <w:rsid w:val="00475D49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211"/>
    <w:rsid w:val="0050496F"/>
    <w:rsid w:val="00513B6F"/>
    <w:rsid w:val="00517C63"/>
    <w:rsid w:val="00520050"/>
    <w:rsid w:val="00526822"/>
    <w:rsid w:val="00530A12"/>
    <w:rsid w:val="005363C4"/>
    <w:rsid w:val="00536BDE"/>
    <w:rsid w:val="00543ACC"/>
    <w:rsid w:val="005509A7"/>
    <w:rsid w:val="0056696D"/>
    <w:rsid w:val="0059484D"/>
    <w:rsid w:val="005A0855"/>
    <w:rsid w:val="005A133C"/>
    <w:rsid w:val="005A3196"/>
    <w:rsid w:val="005C080F"/>
    <w:rsid w:val="005C55B5"/>
    <w:rsid w:val="005C55E5"/>
    <w:rsid w:val="005C696A"/>
    <w:rsid w:val="005E6E85"/>
    <w:rsid w:val="005F31D2"/>
    <w:rsid w:val="005F63B1"/>
    <w:rsid w:val="00603626"/>
    <w:rsid w:val="0061029B"/>
    <w:rsid w:val="006117E1"/>
    <w:rsid w:val="00617230"/>
    <w:rsid w:val="00621CE1"/>
    <w:rsid w:val="00627FC9"/>
    <w:rsid w:val="0063025F"/>
    <w:rsid w:val="006460D0"/>
    <w:rsid w:val="00647FA8"/>
    <w:rsid w:val="00650C5F"/>
    <w:rsid w:val="00654934"/>
    <w:rsid w:val="006620D9"/>
    <w:rsid w:val="00671958"/>
    <w:rsid w:val="00675843"/>
    <w:rsid w:val="006835AE"/>
    <w:rsid w:val="00696477"/>
    <w:rsid w:val="006B1A53"/>
    <w:rsid w:val="006C0939"/>
    <w:rsid w:val="006C72AB"/>
    <w:rsid w:val="006D050F"/>
    <w:rsid w:val="006D6139"/>
    <w:rsid w:val="006E20FB"/>
    <w:rsid w:val="006E5D65"/>
    <w:rsid w:val="006F1282"/>
    <w:rsid w:val="006F1FBC"/>
    <w:rsid w:val="006F31E2"/>
    <w:rsid w:val="00706544"/>
    <w:rsid w:val="007072BA"/>
    <w:rsid w:val="0071620A"/>
    <w:rsid w:val="00723A57"/>
    <w:rsid w:val="00724677"/>
    <w:rsid w:val="00725459"/>
    <w:rsid w:val="007327BD"/>
    <w:rsid w:val="00734608"/>
    <w:rsid w:val="00745302"/>
    <w:rsid w:val="007461D6"/>
    <w:rsid w:val="00746EC8"/>
    <w:rsid w:val="00757B3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553E"/>
    <w:rsid w:val="008E64F4"/>
    <w:rsid w:val="008F06C1"/>
    <w:rsid w:val="008F12C9"/>
    <w:rsid w:val="008F6E29"/>
    <w:rsid w:val="009015E2"/>
    <w:rsid w:val="00916188"/>
    <w:rsid w:val="00923D7D"/>
    <w:rsid w:val="00927466"/>
    <w:rsid w:val="009508DF"/>
    <w:rsid w:val="00950DAC"/>
    <w:rsid w:val="00954A07"/>
    <w:rsid w:val="00982CD8"/>
    <w:rsid w:val="009938D6"/>
    <w:rsid w:val="00997F14"/>
    <w:rsid w:val="009A78D9"/>
    <w:rsid w:val="009C3E31"/>
    <w:rsid w:val="009C54AE"/>
    <w:rsid w:val="009C788E"/>
    <w:rsid w:val="009D1828"/>
    <w:rsid w:val="009D3F3B"/>
    <w:rsid w:val="009D7EED"/>
    <w:rsid w:val="009E0543"/>
    <w:rsid w:val="009E3B41"/>
    <w:rsid w:val="009F39EB"/>
    <w:rsid w:val="009F3C5C"/>
    <w:rsid w:val="009F4610"/>
    <w:rsid w:val="00A00ECC"/>
    <w:rsid w:val="00A04D8A"/>
    <w:rsid w:val="00A065B3"/>
    <w:rsid w:val="00A155EE"/>
    <w:rsid w:val="00A2245B"/>
    <w:rsid w:val="00A30110"/>
    <w:rsid w:val="00A35862"/>
    <w:rsid w:val="00A36899"/>
    <w:rsid w:val="00A371F6"/>
    <w:rsid w:val="00A43BF6"/>
    <w:rsid w:val="00A53FA5"/>
    <w:rsid w:val="00A54817"/>
    <w:rsid w:val="00A601C8"/>
    <w:rsid w:val="00A60799"/>
    <w:rsid w:val="00A65054"/>
    <w:rsid w:val="00A84C85"/>
    <w:rsid w:val="00A9336D"/>
    <w:rsid w:val="00A97DE1"/>
    <w:rsid w:val="00AA53BE"/>
    <w:rsid w:val="00AB053C"/>
    <w:rsid w:val="00AB3FD6"/>
    <w:rsid w:val="00AB6FFF"/>
    <w:rsid w:val="00AD1146"/>
    <w:rsid w:val="00AD27D3"/>
    <w:rsid w:val="00AD66D6"/>
    <w:rsid w:val="00AE1160"/>
    <w:rsid w:val="00AE203C"/>
    <w:rsid w:val="00AE2E74"/>
    <w:rsid w:val="00AE3CC9"/>
    <w:rsid w:val="00AE5FCB"/>
    <w:rsid w:val="00AF2C1E"/>
    <w:rsid w:val="00B06142"/>
    <w:rsid w:val="00B135B1"/>
    <w:rsid w:val="00B1782C"/>
    <w:rsid w:val="00B3130B"/>
    <w:rsid w:val="00B3185A"/>
    <w:rsid w:val="00B37B35"/>
    <w:rsid w:val="00B40ADB"/>
    <w:rsid w:val="00B43B77"/>
    <w:rsid w:val="00B43E80"/>
    <w:rsid w:val="00B607DB"/>
    <w:rsid w:val="00B620D9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5D4A"/>
    <w:rsid w:val="00BF088D"/>
    <w:rsid w:val="00BF2C41"/>
    <w:rsid w:val="00C058B4"/>
    <w:rsid w:val="00C05F44"/>
    <w:rsid w:val="00C131B5"/>
    <w:rsid w:val="00C16ABF"/>
    <w:rsid w:val="00C170AE"/>
    <w:rsid w:val="00C26CB7"/>
    <w:rsid w:val="00C30E9B"/>
    <w:rsid w:val="00C324C1"/>
    <w:rsid w:val="00C36992"/>
    <w:rsid w:val="00C423E9"/>
    <w:rsid w:val="00C4472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D72CD"/>
    <w:rsid w:val="00CE5BAC"/>
    <w:rsid w:val="00CE7A62"/>
    <w:rsid w:val="00CF25BE"/>
    <w:rsid w:val="00CF78ED"/>
    <w:rsid w:val="00D02B25"/>
    <w:rsid w:val="00D02EBA"/>
    <w:rsid w:val="00D14296"/>
    <w:rsid w:val="00D17C3C"/>
    <w:rsid w:val="00D26B2C"/>
    <w:rsid w:val="00D352C9"/>
    <w:rsid w:val="00D35BF0"/>
    <w:rsid w:val="00D425B2"/>
    <w:rsid w:val="00D428D6"/>
    <w:rsid w:val="00D431AD"/>
    <w:rsid w:val="00D552B2"/>
    <w:rsid w:val="00D5767E"/>
    <w:rsid w:val="00D608D1"/>
    <w:rsid w:val="00D74119"/>
    <w:rsid w:val="00D8075B"/>
    <w:rsid w:val="00D8678B"/>
    <w:rsid w:val="00D9070B"/>
    <w:rsid w:val="00DA054B"/>
    <w:rsid w:val="00DA2114"/>
    <w:rsid w:val="00DB23FB"/>
    <w:rsid w:val="00DC6912"/>
    <w:rsid w:val="00DE09C0"/>
    <w:rsid w:val="00DE4A14"/>
    <w:rsid w:val="00DF320D"/>
    <w:rsid w:val="00DF371B"/>
    <w:rsid w:val="00DF71C8"/>
    <w:rsid w:val="00E03C83"/>
    <w:rsid w:val="00E129B8"/>
    <w:rsid w:val="00E129E1"/>
    <w:rsid w:val="00E21E7D"/>
    <w:rsid w:val="00E22FBC"/>
    <w:rsid w:val="00E24BF5"/>
    <w:rsid w:val="00E25338"/>
    <w:rsid w:val="00E2562E"/>
    <w:rsid w:val="00E32B21"/>
    <w:rsid w:val="00E51E44"/>
    <w:rsid w:val="00E57B15"/>
    <w:rsid w:val="00E63348"/>
    <w:rsid w:val="00E71926"/>
    <w:rsid w:val="00E742AA"/>
    <w:rsid w:val="00E77E88"/>
    <w:rsid w:val="00E8107D"/>
    <w:rsid w:val="00E960BB"/>
    <w:rsid w:val="00EA2074"/>
    <w:rsid w:val="00EA4832"/>
    <w:rsid w:val="00EA4E9D"/>
    <w:rsid w:val="00EB631E"/>
    <w:rsid w:val="00EC4899"/>
    <w:rsid w:val="00ED03AB"/>
    <w:rsid w:val="00ED0D98"/>
    <w:rsid w:val="00ED32D2"/>
    <w:rsid w:val="00EE32DE"/>
    <w:rsid w:val="00EE4526"/>
    <w:rsid w:val="00EE5457"/>
    <w:rsid w:val="00F070AB"/>
    <w:rsid w:val="00F11F66"/>
    <w:rsid w:val="00F17567"/>
    <w:rsid w:val="00F27A7B"/>
    <w:rsid w:val="00F526AF"/>
    <w:rsid w:val="00F617C3"/>
    <w:rsid w:val="00F7066B"/>
    <w:rsid w:val="00F779E1"/>
    <w:rsid w:val="00F83B28"/>
    <w:rsid w:val="00F90B54"/>
    <w:rsid w:val="00F92343"/>
    <w:rsid w:val="00F974DA"/>
    <w:rsid w:val="00FA46E5"/>
    <w:rsid w:val="00FB7DBA"/>
    <w:rsid w:val="00FC1C25"/>
    <w:rsid w:val="00FC3F45"/>
    <w:rsid w:val="00FD1BB4"/>
    <w:rsid w:val="00FD503F"/>
    <w:rsid w:val="00FD7589"/>
    <w:rsid w:val="00FF016A"/>
    <w:rsid w:val="00FF1401"/>
    <w:rsid w:val="00FF278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95290"/>
  <w15:docId w15:val="{52FC715D-914A-44A1-A7C0-E5C7261EB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46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46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46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46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46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64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F7F71-945C-4992-B5F8-2E0721820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36</TotalTime>
  <Pages>4</Pages>
  <Words>860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10</cp:revision>
  <cp:lastPrinted>2019-02-06T12:12:00Z</cp:lastPrinted>
  <dcterms:created xsi:type="dcterms:W3CDTF">2022-04-22T10:07:00Z</dcterms:created>
  <dcterms:modified xsi:type="dcterms:W3CDTF">2023-04-20T07:10:00Z</dcterms:modified>
</cp:coreProperties>
</file>